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460" w:rsidRDefault="0092713C">
      <w:r>
        <w:rPr>
          <w:noProof/>
          <w:lang w:eastAsia="en-NZ"/>
        </w:rPr>
        <w:drawing>
          <wp:inline distT="0" distB="0" distL="0" distR="0">
            <wp:extent cx="3943350" cy="2958716"/>
            <wp:effectExtent l="0" t="0" r="0" b="0"/>
            <wp:docPr id="2" name="Picture 2" descr="\\mpfp02\photovideo$\2011\Year 5\Room 13\Tree Adventures\IMG_1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mpfp02\photovideo$\2011\Year 5\Room 13\Tree Adventures\IMG_118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579" cy="2961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NZ"/>
        </w:rPr>
        <w:drawing>
          <wp:inline distT="0" distB="0" distL="0" distR="0">
            <wp:extent cx="3695699" cy="2771775"/>
            <wp:effectExtent l="0" t="0" r="635" b="0"/>
            <wp:docPr id="3" name="Picture 3" descr="\\mpfp02\photovideo$\2011\Year 5\Room 13\Orienteering\SDC11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mpfp02\photovideo$\2011\Year 5\Room 13\Orienteering\SDC119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158" cy="2773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 wp14:anchorId="4D8532CD" wp14:editId="09FAB5DF">
            <wp:extent cx="3975099" cy="2981325"/>
            <wp:effectExtent l="0" t="0" r="6985" b="0"/>
            <wp:docPr id="1" name="Picture 1" descr="\\mpfp02\photovideo$\2011\Year 5\Room 13\Orakei Marae\SDC118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pfp02\photovideo$\2011\Year 5\Room 13\Orakei Marae\SDC118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005" cy="2985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54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3C"/>
    <w:rsid w:val="0092713C"/>
    <w:rsid w:val="009F0009"/>
    <w:rsid w:val="00F5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7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1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7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1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7542B7B2</Template>
  <TotalTime>14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cp:lastPrinted>2011-03-17T21:14:00Z</cp:lastPrinted>
  <dcterms:created xsi:type="dcterms:W3CDTF">2011-03-17T20:52:00Z</dcterms:created>
  <dcterms:modified xsi:type="dcterms:W3CDTF">2011-03-17T21:15:00Z</dcterms:modified>
</cp:coreProperties>
</file>